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9-03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CD3F08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3. september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CD3F08">
              <w:t>14-3278346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CD3F08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6F6849" w:rsidRDefault="00CD3F08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1" w:name="navnET"/>
            <w:bookmarkStart w:id="2" w:name="navnTO"/>
            <w:bookmarkEnd w:id="1"/>
            <w:bookmarkEnd w:id="2"/>
            <w:r>
              <w:rPr>
                <w:lang w:val="en-US"/>
              </w:rPr>
              <w:t>Til høringsparterne</w:t>
            </w:r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3" w:name="adresseET"/>
            <w:bookmarkEnd w:id="3"/>
            <w:r w:rsidRPr="006F6849">
              <w:rPr>
                <w:lang w:val="en-US"/>
              </w:rPr>
              <w:t xml:space="preserve"> </w:t>
            </w:r>
            <w:bookmarkStart w:id="4" w:name="adresseTO"/>
            <w:bookmarkEnd w:id="4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5" w:name="postnr"/>
            <w:bookmarkEnd w:id="5"/>
            <w:r w:rsidRPr="006F6849">
              <w:rPr>
                <w:lang w:val="en-US"/>
              </w:rPr>
              <w:t xml:space="preserve"> </w:t>
            </w:r>
            <w:bookmarkStart w:id="6" w:name="by"/>
            <w:bookmarkEnd w:id="6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F37F63" w:rsidP="00F37F63"/>
        </w:tc>
      </w:tr>
    </w:tbl>
    <w:p w:rsidR="00CD3F08" w:rsidRPr="00CD3F08" w:rsidRDefault="00CD3F08" w:rsidP="00CD3F08">
      <w:pPr>
        <w:rPr>
          <w:b/>
          <w:bCs/>
          <w:sz w:val="28"/>
          <w:szCs w:val="28"/>
        </w:rPr>
      </w:pPr>
      <w:r w:rsidRPr="00CD3F08">
        <w:rPr>
          <w:b/>
          <w:sz w:val="28"/>
          <w:szCs w:val="28"/>
        </w:rPr>
        <w:t xml:space="preserve">Høring – udkast til </w:t>
      </w:r>
      <w:r w:rsidR="00BC376A">
        <w:rPr>
          <w:b/>
          <w:bCs/>
          <w:sz w:val="28"/>
          <w:szCs w:val="28"/>
        </w:rPr>
        <w:t>f</w:t>
      </w:r>
      <w:r w:rsidRPr="00CD3F08">
        <w:rPr>
          <w:b/>
          <w:bCs/>
          <w:sz w:val="28"/>
          <w:szCs w:val="28"/>
        </w:rPr>
        <w:t xml:space="preserve">orslag </w:t>
      </w:r>
      <w:r w:rsidRPr="00CD3F08">
        <w:rPr>
          <w:b/>
          <w:sz w:val="28"/>
          <w:szCs w:val="28"/>
        </w:rPr>
        <w:t xml:space="preserve">til </w:t>
      </w:r>
      <w:r>
        <w:rPr>
          <w:b/>
          <w:sz w:val="28"/>
          <w:szCs w:val="28"/>
        </w:rPr>
        <w:t>l</w:t>
      </w:r>
      <w:r w:rsidRPr="00CD3F08">
        <w:rPr>
          <w:b/>
          <w:sz w:val="28"/>
          <w:szCs w:val="28"/>
        </w:rPr>
        <w:t xml:space="preserve">ov om ændring af ligningsloven, fondsbeskatningsloven, og selskabsskatteloven </w:t>
      </w:r>
    </w:p>
    <w:p w:rsidR="00BC376A" w:rsidRDefault="00BC376A" w:rsidP="00CD3F08">
      <w:pPr>
        <w:rPr>
          <w:b/>
          <w:sz w:val="28"/>
          <w:szCs w:val="28"/>
        </w:rPr>
      </w:pPr>
    </w:p>
    <w:p w:rsidR="00CD3F08" w:rsidRPr="00CD3F08" w:rsidRDefault="00CD3F08" w:rsidP="00CD3F08">
      <w:pPr>
        <w:rPr>
          <w:b/>
          <w:sz w:val="28"/>
          <w:szCs w:val="28"/>
        </w:rPr>
      </w:pPr>
      <w:r w:rsidRPr="00CD3F08">
        <w:rPr>
          <w:b/>
          <w:sz w:val="28"/>
          <w:szCs w:val="28"/>
        </w:rPr>
        <w:t>(Udvidelse af kredsen af yderkommuner med forhøjet befo</w:t>
      </w:r>
      <w:r w:rsidRPr="00CD3F08">
        <w:rPr>
          <w:b/>
          <w:sz w:val="28"/>
          <w:szCs w:val="28"/>
        </w:rPr>
        <w:t>r</w:t>
      </w:r>
      <w:r w:rsidRPr="00CD3F08">
        <w:rPr>
          <w:b/>
          <w:sz w:val="28"/>
          <w:szCs w:val="28"/>
        </w:rPr>
        <w:t xml:space="preserve">dringsfradrag og </w:t>
      </w:r>
      <w:r w:rsidRPr="00CD3F08">
        <w:rPr>
          <w:b/>
          <w:color w:val="000000"/>
          <w:sz w:val="28"/>
          <w:szCs w:val="28"/>
        </w:rPr>
        <w:t>f</w:t>
      </w:r>
      <w:r w:rsidRPr="00CD3F08">
        <w:rPr>
          <w:b/>
          <w:sz w:val="28"/>
          <w:szCs w:val="28"/>
        </w:rPr>
        <w:t>orhøjelse af kommunernes andel af selskab</w:t>
      </w:r>
      <w:r w:rsidRPr="00CD3F08">
        <w:rPr>
          <w:b/>
          <w:sz w:val="28"/>
          <w:szCs w:val="28"/>
        </w:rPr>
        <w:t>s</w:t>
      </w:r>
      <w:r w:rsidRPr="00CD3F08">
        <w:rPr>
          <w:b/>
          <w:sz w:val="28"/>
          <w:szCs w:val="28"/>
        </w:rPr>
        <w:t>skatten)</w:t>
      </w:r>
    </w:p>
    <w:p w:rsidR="00CD3F08" w:rsidRDefault="00CD3F08" w:rsidP="00CD3F08">
      <w:pPr>
        <w:spacing w:line="288" w:lineRule="auto"/>
        <w:jc w:val="center"/>
        <w:rPr>
          <w:sz w:val="24"/>
        </w:rPr>
      </w:pPr>
    </w:p>
    <w:p w:rsidR="00F37F63" w:rsidRDefault="00F37F63" w:rsidP="00F37F63"/>
    <w:p w:rsidR="00F37F63" w:rsidRDefault="00CD3F08" w:rsidP="00F37F63">
      <w:r>
        <w:t>Hermed sendes ovennævnte lovforslag i høring. Der vedlægges desuden et resumé af lovforslaget samt høringsliste.</w:t>
      </w:r>
    </w:p>
    <w:p w:rsidR="00CD3F08" w:rsidRDefault="00CD3F08" w:rsidP="00F37F63"/>
    <w:p w:rsidR="00CD3F08" w:rsidRDefault="00CD3F08" w:rsidP="00F37F63">
      <w:r>
        <w:t xml:space="preserve">Eventuelle bemærkninger til lovforslaget bedes sendt til </w:t>
      </w:r>
      <w:bookmarkStart w:id="7" w:name="_GoBack"/>
      <w:bookmarkEnd w:id="7"/>
      <w:r w:rsidR="002C7B56">
        <w:fldChar w:fldCharType="begin"/>
      </w:r>
      <w:r w:rsidR="002C7B56">
        <w:instrText xml:space="preserve"> HYPERLINK "mailto:</w:instrText>
      </w:r>
      <w:r w:rsidR="002C7B56" w:rsidRPr="002C7B56">
        <w:instrText>juraogsamfundsoekonomi@skm.dk</w:instrText>
      </w:r>
      <w:r w:rsidR="002C7B56">
        <w:instrText xml:space="preserve">" </w:instrText>
      </w:r>
      <w:r w:rsidR="002C7B56">
        <w:fldChar w:fldCharType="separate"/>
      </w:r>
      <w:r w:rsidR="002C7B56" w:rsidRPr="00F2298A">
        <w:rPr>
          <w:rStyle w:val="Hyperlink"/>
        </w:rPr>
        <w:t>juraogsamfundsoekon</w:t>
      </w:r>
      <w:r w:rsidR="002C7B56" w:rsidRPr="00F2298A">
        <w:rPr>
          <w:rStyle w:val="Hyperlink"/>
        </w:rPr>
        <w:t>o</w:t>
      </w:r>
      <w:r w:rsidR="002C7B56" w:rsidRPr="00F2298A">
        <w:rPr>
          <w:rStyle w:val="Hyperlink"/>
        </w:rPr>
        <w:t>mi@skm.dk</w:t>
      </w:r>
      <w:r w:rsidR="002C7B56">
        <w:fldChar w:fldCharType="end"/>
      </w:r>
      <w:r>
        <w:t xml:space="preserve"> </w:t>
      </w:r>
      <w:r w:rsidR="00B84EB7">
        <w:t xml:space="preserve">med kopi til </w:t>
      </w:r>
      <w:hyperlink r:id="rId8" w:history="1">
        <w:r w:rsidR="00B84EB7" w:rsidRPr="00F61498">
          <w:rPr>
            <w:rStyle w:val="Hyperlink"/>
          </w:rPr>
          <w:t>amo@skm.dk</w:t>
        </w:r>
      </w:hyperlink>
      <w:r w:rsidR="00B84EB7">
        <w:t xml:space="preserve"> </w:t>
      </w:r>
      <w:r>
        <w:t>senest torsdag den 2. oktober 2014. Journa</w:t>
      </w:r>
      <w:r>
        <w:t>l</w:t>
      </w:r>
      <w:r>
        <w:t xml:space="preserve">nummeret 14-3278346 bedes anført. </w:t>
      </w:r>
    </w:p>
    <w:p w:rsidR="00CD3F08" w:rsidRDefault="00CD3F08" w:rsidP="00F37F63"/>
    <w:p w:rsidR="00CD3F08" w:rsidRDefault="00CD3F08" w:rsidP="00F37F63">
      <w:r>
        <w:t>Eventuelle spørgsmål kan rettes til:</w:t>
      </w:r>
    </w:p>
    <w:p w:rsidR="00CD3F08" w:rsidRDefault="00CD3F08" w:rsidP="00F37F63"/>
    <w:p w:rsidR="00CD3F08" w:rsidRPr="00BC376A" w:rsidRDefault="00BC376A" w:rsidP="00F37F63">
      <w:pPr>
        <w:rPr>
          <w:i/>
        </w:rPr>
      </w:pPr>
      <w:r w:rsidRPr="00BC376A">
        <w:rPr>
          <w:i/>
        </w:rPr>
        <w:t>Udvidelse af kred</w:t>
      </w:r>
      <w:r w:rsidR="00CD3F08" w:rsidRPr="00BC376A">
        <w:rPr>
          <w:i/>
        </w:rPr>
        <w:t>sen af yderkommuner med forhøjet befordringsfradrag</w:t>
      </w:r>
    </w:p>
    <w:p w:rsidR="00CD3F08" w:rsidRDefault="00BC376A" w:rsidP="00F37F63">
      <w:r>
        <w:t>Annemette Ottosen</w:t>
      </w:r>
      <w:r>
        <w:tab/>
      </w:r>
      <w:r>
        <w:tab/>
        <w:t>T</w:t>
      </w:r>
      <w:r w:rsidR="00CD3F08">
        <w:t xml:space="preserve">lf: </w:t>
      </w:r>
      <w:r>
        <w:t>72 37 33 45</w:t>
      </w:r>
    </w:p>
    <w:p w:rsidR="00BC376A" w:rsidRDefault="00BC376A" w:rsidP="00F37F63"/>
    <w:p w:rsidR="00BC376A" w:rsidRPr="00BC376A" w:rsidRDefault="00BC376A" w:rsidP="00F37F63">
      <w:pPr>
        <w:rPr>
          <w:i/>
        </w:rPr>
      </w:pPr>
      <w:r w:rsidRPr="00BC376A">
        <w:rPr>
          <w:i/>
        </w:rPr>
        <w:t>Forhøjelse af kommunernes andel af selskabsskatten</w:t>
      </w:r>
    </w:p>
    <w:p w:rsidR="00BC376A" w:rsidRPr="00227F36" w:rsidRDefault="00BC376A" w:rsidP="00F37F63">
      <w:pPr>
        <w:rPr>
          <w:lang w:val="en-US"/>
        </w:rPr>
      </w:pPr>
      <w:r w:rsidRPr="00227F36">
        <w:rPr>
          <w:lang w:val="en-US"/>
        </w:rPr>
        <w:t>Jakob W. Schou</w:t>
      </w:r>
      <w:r w:rsidRPr="00227F36">
        <w:rPr>
          <w:lang w:val="en-US"/>
        </w:rPr>
        <w:tab/>
      </w:r>
      <w:r w:rsidRPr="00227F36">
        <w:rPr>
          <w:lang w:val="en-US"/>
        </w:rPr>
        <w:tab/>
        <w:t>Tlf: 72 37 02 36</w:t>
      </w:r>
    </w:p>
    <w:p w:rsidR="00227F36" w:rsidRPr="00227F36" w:rsidRDefault="00227F36" w:rsidP="00F37F63">
      <w:pPr>
        <w:rPr>
          <w:lang w:val="en-US"/>
        </w:rPr>
      </w:pPr>
      <w:r w:rsidRPr="00227F36">
        <w:rPr>
          <w:lang w:val="en-US"/>
        </w:rPr>
        <w:t>Jesper Leth Vestergaard</w:t>
      </w:r>
      <w:r>
        <w:rPr>
          <w:lang w:val="en-US"/>
        </w:rPr>
        <w:tab/>
      </w:r>
      <w:r>
        <w:rPr>
          <w:lang w:val="en-US"/>
        </w:rPr>
        <w:tab/>
        <w:t>Tlf: 72 37 34 30</w:t>
      </w:r>
    </w:p>
    <w:p w:rsidR="00BC376A" w:rsidRPr="00227F36" w:rsidRDefault="00BC376A" w:rsidP="00F37F63">
      <w:pPr>
        <w:rPr>
          <w:lang w:val="en-US"/>
        </w:rPr>
      </w:pPr>
    </w:p>
    <w:p w:rsidR="00BC376A" w:rsidRPr="00227F36" w:rsidRDefault="00BC376A" w:rsidP="00F37F63">
      <w:pPr>
        <w:rPr>
          <w:lang w:val="en-US"/>
        </w:rPr>
      </w:pPr>
    </w:p>
    <w:p w:rsidR="00BC376A" w:rsidRPr="00227F36" w:rsidRDefault="00BC376A" w:rsidP="00F37F63">
      <w:pPr>
        <w:rPr>
          <w:lang w:val="en-US"/>
        </w:rPr>
      </w:pPr>
    </w:p>
    <w:p w:rsidR="00BC376A" w:rsidRDefault="00BC376A" w:rsidP="00F37F63">
      <w:r>
        <w:t>Med venlig hilsen</w:t>
      </w:r>
    </w:p>
    <w:p w:rsidR="00BC376A" w:rsidRDefault="00BC376A" w:rsidP="00F37F63"/>
    <w:p w:rsidR="00BC376A" w:rsidRDefault="00BC376A" w:rsidP="00F37F63">
      <w:r>
        <w:t>Annemette Ottosen</w:t>
      </w:r>
    </w:p>
    <w:p w:rsidR="00F37F63" w:rsidRDefault="00F37F63" w:rsidP="00F37F63"/>
    <w:p w:rsidR="00CD3F08" w:rsidRDefault="00CD3F08" w:rsidP="00F37F63"/>
    <w:p w:rsidR="00F37F63" w:rsidRDefault="00F37F63" w:rsidP="00F37F63"/>
    <w:sectPr w:rsidR="00F37F63" w:rsidSect="00207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3B" w:rsidRDefault="0067143B" w:rsidP="009E4B94">
      <w:pPr>
        <w:spacing w:line="240" w:lineRule="auto"/>
      </w:pPr>
      <w:r>
        <w:separator/>
      </w:r>
    </w:p>
  </w:endnote>
  <w:endnote w:type="continuationSeparator" w:id="0">
    <w:p w:rsidR="0067143B" w:rsidRDefault="006714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EA1F4E" wp14:editId="4DBFD2CB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53069F52" wp14:editId="401AE402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4A258DA6" wp14:editId="1DB7ED3A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3B" w:rsidRDefault="0067143B" w:rsidP="009E4B94">
      <w:pPr>
        <w:spacing w:line="240" w:lineRule="auto"/>
      </w:pPr>
      <w:r>
        <w:separator/>
      </w:r>
    </w:p>
  </w:footnote>
  <w:footnote w:type="continuationSeparator" w:id="0">
    <w:p w:rsidR="0067143B" w:rsidRDefault="006714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62A9E4AF" wp14:editId="2AB7041D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4674"/>
    <w:rsid w:val="0022582F"/>
    <w:rsid w:val="00227F36"/>
    <w:rsid w:val="00244D70"/>
    <w:rsid w:val="0026468A"/>
    <w:rsid w:val="00267514"/>
    <w:rsid w:val="002870F4"/>
    <w:rsid w:val="002C258E"/>
    <w:rsid w:val="002C7B56"/>
    <w:rsid w:val="002E233E"/>
    <w:rsid w:val="002E30A1"/>
    <w:rsid w:val="002E6B15"/>
    <w:rsid w:val="002E74A4"/>
    <w:rsid w:val="00302887"/>
    <w:rsid w:val="003075A8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25858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84EB7"/>
    <w:rsid w:val="00B93951"/>
    <w:rsid w:val="00B9508F"/>
    <w:rsid w:val="00B96502"/>
    <w:rsid w:val="00B96937"/>
    <w:rsid w:val="00B96D2A"/>
    <w:rsid w:val="00BC22A9"/>
    <w:rsid w:val="00BC24ED"/>
    <w:rsid w:val="00BC376A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3F08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66E54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000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o@skm.d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159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2014-08-28T12:59:00Z</dcterms:created>
  <dcterms:modified xsi:type="dcterms:W3CDTF">2014-09-03T08:31:00Z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(DOK58587856)</vt:lpwstr>
  </property>
  <property fmtid="{D5CDD505-2E9C-101B-9397-08002B2CF9AE}" pid="4" name="path">
    <vt:lpwstr>C:\Users\w17773\AppData\Local\Temp\SJ20140903083112549 [DOK58587856].DOCX</vt:lpwstr>
  </property>
  <property fmtid="{D5CDD505-2E9C-101B-9397-08002B2CF9AE}" pid="5" name="command">
    <vt:lpwstr/>
  </property>
</Properties>
</file>